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E27" w:rsidRDefault="00F62E27" w:rsidP="00916B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6B6B">
        <w:rPr>
          <w:rFonts w:ascii="Times New Roman" w:hAnsi="Times New Roman" w:cs="Times New Roman"/>
          <w:b/>
          <w:bCs/>
          <w:sz w:val="28"/>
          <w:szCs w:val="28"/>
        </w:rPr>
        <w:t>Совет депутатов</w:t>
      </w:r>
    </w:p>
    <w:p w:rsidR="00F62E27" w:rsidRPr="00916B6B" w:rsidRDefault="00F62E27" w:rsidP="00916B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Русско-Лашминского сельского поселения</w:t>
      </w:r>
    </w:p>
    <w:p w:rsidR="00F62E27" w:rsidRPr="00916B6B" w:rsidRDefault="00F62E27" w:rsidP="00916B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6B6B">
        <w:rPr>
          <w:rFonts w:ascii="Times New Roman" w:hAnsi="Times New Roman" w:cs="Times New Roman"/>
          <w:b/>
          <w:bCs/>
          <w:sz w:val="28"/>
          <w:szCs w:val="28"/>
        </w:rPr>
        <w:t>Ковылкинского муниципального района</w:t>
      </w:r>
    </w:p>
    <w:p w:rsidR="00F62E27" w:rsidRPr="00916B6B" w:rsidRDefault="00F62E27" w:rsidP="00916B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6B6B">
        <w:rPr>
          <w:rFonts w:ascii="Times New Roman" w:hAnsi="Times New Roman" w:cs="Times New Roman"/>
          <w:b/>
          <w:bCs/>
          <w:sz w:val="28"/>
          <w:szCs w:val="28"/>
        </w:rPr>
        <w:t>Республики Мордовия</w:t>
      </w:r>
    </w:p>
    <w:p w:rsidR="00F62E27" w:rsidRPr="00916B6B" w:rsidRDefault="00F62E27" w:rsidP="00916B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2E27" w:rsidRPr="00916B6B" w:rsidRDefault="00F62E27" w:rsidP="00916B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6B6B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F62E27" w:rsidRPr="00916B6B" w:rsidRDefault="00F62E27" w:rsidP="00916B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2E27" w:rsidRPr="00916B6B" w:rsidRDefault="00F62E27" w:rsidP="00916B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«27»  июня </w:t>
      </w:r>
      <w:r w:rsidRPr="00916B6B">
        <w:rPr>
          <w:rFonts w:ascii="Times New Roman" w:hAnsi="Times New Roman" w:cs="Times New Roman"/>
          <w:sz w:val="28"/>
          <w:szCs w:val="28"/>
        </w:rPr>
        <w:t xml:space="preserve">2016 года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№1 </w:t>
      </w:r>
      <w:bookmarkStart w:id="0" w:name="_GoBack"/>
      <w:bookmarkEnd w:id="0"/>
    </w:p>
    <w:p w:rsidR="00F62E27" w:rsidRPr="00916B6B" w:rsidRDefault="00F62E27" w:rsidP="00916B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2E27" w:rsidRPr="00916B6B" w:rsidRDefault="00F62E27" w:rsidP="00916B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2E27" w:rsidRPr="00916B6B" w:rsidRDefault="00F62E27" w:rsidP="00916B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6B6B">
        <w:rPr>
          <w:rFonts w:ascii="Times New Roman" w:hAnsi="Times New Roman" w:cs="Times New Roman"/>
          <w:b/>
          <w:bCs/>
          <w:sz w:val="28"/>
          <w:szCs w:val="28"/>
        </w:rPr>
        <w:t>Об утверждении Положения о порядке работы комиссии по соблюдению лицами, замещающими муниципальные должности, требований об урегулировании конфликта интересов, ограничений и запретов, установленных в целях противодействия коррупции</w:t>
      </w:r>
    </w:p>
    <w:p w:rsidR="00F62E27" w:rsidRPr="00916B6B" w:rsidRDefault="00F62E27" w:rsidP="00916B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2E27" w:rsidRPr="00916B6B" w:rsidRDefault="00F62E27" w:rsidP="00916B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6B6B">
        <w:rPr>
          <w:rFonts w:ascii="Times New Roman" w:hAnsi="Times New Roman" w:cs="Times New Roman"/>
          <w:sz w:val="28"/>
          <w:szCs w:val="28"/>
        </w:rPr>
        <w:t>В соответствии с частью 4.1 статьи 12.1 Федерального закона от 25 февраля 2008 г. N 273-ФЗ "О противодействии коррупции", Указа Главы Республики Мордовия от 31 мая 2016 г. №125-УГ «Об утверждении Положения о порядке сообщения лицами, замещающими муниципальные должности в Республики Мордовия, о возникновении личной заинтересованности при исполнении должностных обязанностей, которая приводит или может привести к конфликту интересов, и рассмотрения этого сообщения», руководствуясь Уставом</w:t>
      </w:r>
      <w:r>
        <w:rPr>
          <w:rFonts w:ascii="Times New Roman" w:hAnsi="Times New Roman" w:cs="Times New Roman"/>
          <w:sz w:val="28"/>
          <w:szCs w:val="28"/>
        </w:rPr>
        <w:t xml:space="preserve"> Русско-Лашминского сельского поселения</w:t>
      </w:r>
      <w:r w:rsidRPr="00916B6B">
        <w:rPr>
          <w:rFonts w:ascii="Times New Roman" w:hAnsi="Times New Roman" w:cs="Times New Roman"/>
          <w:sz w:val="28"/>
          <w:szCs w:val="28"/>
        </w:rPr>
        <w:t xml:space="preserve"> Ковылкинского муниципального района, Совет депутатов</w:t>
      </w:r>
      <w:r>
        <w:rPr>
          <w:rFonts w:ascii="Times New Roman" w:hAnsi="Times New Roman" w:cs="Times New Roman"/>
          <w:sz w:val="28"/>
          <w:szCs w:val="28"/>
        </w:rPr>
        <w:t xml:space="preserve"> Русско-Лашминского сельского поселения</w:t>
      </w:r>
      <w:r w:rsidRPr="00916B6B">
        <w:rPr>
          <w:rFonts w:ascii="Times New Roman" w:hAnsi="Times New Roman" w:cs="Times New Roman"/>
          <w:sz w:val="28"/>
          <w:szCs w:val="28"/>
        </w:rPr>
        <w:t xml:space="preserve"> Ковылкинского муниципального района </w:t>
      </w:r>
      <w:r w:rsidRPr="006F0CE8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F62E27" w:rsidRPr="00916B6B" w:rsidRDefault="00F62E27" w:rsidP="00916B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6B6B">
        <w:rPr>
          <w:rFonts w:ascii="Times New Roman" w:hAnsi="Times New Roman" w:cs="Times New Roman"/>
          <w:sz w:val="28"/>
          <w:szCs w:val="28"/>
        </w:rPr>
        <w:t xml:space="preserve">1.Утвердить: </w:t>
      </w:r>
    </w:p>
    <w:p w:rsidR="00F62E27" w:rsidRPr="00916B6B" w:rsidRDefault="00F62E27" w:rsidP="00916B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6B6B">
        <w:rPr>
          <w:rFonts w:ascii="Times New Roman" w:hAnsi="Times New Roman" w:cs="Times New Roman"/>
          <w:sz w:val="28"/>
          <w:szCs w:val="28"/>
        </w:rPr>
        <w:t>- Положение о порядке работы комиссии по соблюдению лицами, замещающими муниципальные должности, требований об урегулировании конфликта интересов, ограничений и запретов, установленных в целях противодействия коррупции (приложение 1);</w:t>
      </w:r>
    </w:p>
    <w:p w:rsidR="00F62E27" w:rsidRPr="00916B6B" w:rsidRDefault="00F62E27" w:rsidP="00916B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6B6B">
        <w:rPr>
          <w:rFonts w:ascii="Times New Roman" w:hAnsi="Times New Roman" w:cs="Times New Roman"/>
          <w:sz w:val="28"/>
          <w:szCs w:val="28"/>
        </w:rPr>
        <w:t>- Состав комиссии по соблюдению лицами, замещающими муниципальные должности, требований об урегулировании конфликта интересов, ограничений и запретов, установленных в целях противодействия коррупции (приложение 2).</w:t>
      </w:r>
    </w:p>
    <w:p w:rsidR="00F62E27" w:rsidRPr="00916B6B" w:rsidRDefault="00F62E27" w:rsidP="00D17F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6B6B"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со дня официального опубликования в </w:t>
      </w:r>
      <w:r>
        <w:rPr>
          <w:rFonts w:ascii="Times New Roman" w:hAnsi="Times New Roman" w:cs="Times New Roman"/>
          <w:sz w:val="28"/>
          <w:szCs w:val="28"/>
        </w:rPr>
        <w:t>информационном бюллетене Русско-Лашминского сельского поселения Ковылкинского муниципального района.</w:t>
      </w:r>
    </w:p>
    <w:p w:rsidR="00F62E27" w:rsidRPr="00916B6B" w:rsidRDefault="00F62E27" w:rsidP="00916B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2E27" w:rsidRPr="00916B6B" w:rsidRDefault="00F62E27" w:rsidP="00916B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2E27" w:rsidRPr="00916B6B" w:rsidRDefault="00F62E27" w:rsidP="00916B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2E27" w:rsidRDefault="00F62E27" w:rsidP="00916B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6B6B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2E27" w:rsidRPr="00916B6B" w:rsidRDefault="00F62E27" w:rsidP="00916B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Русско-Лашминского сельского поселения</w:t>
      </w:r>
    </w:p>
    <w:p w:rsidR="00F62E27" w:rsidRDefault="00F62E27" w:rsidP="00916B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6B6B">
        <w:rPr>
          <w:rFonts w:ascii="Times New Roman" w:hAnsi="Times New Roman" w:cs="Times New Roman"/>
          <w:sz w:val="28"/>
          <w:szCs w:val="28"/>
        </w:rPr>
        <w:t xml:space="preserve">Ковылкинского муниципального района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Л.А.Чугурова  </w:t>
      </w:r>
    </w:p>
    <w:p w:rsidR="00F62E27" w:rsidRDefault="00F62E27" w:rsidP="00916B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2E27" w:rsidRPr="00916B6B" w:rsidRDefault="00F62E27" w:rsidP="00916B6B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Приложение1</w:t>
      </w:r>
    </w:p>
    <w:p w:rsidR="00F62E27" w:rsidRDefault="00F62E27" w:rsidP="00916B6B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решению</w:t>
      </w:r>
      <w:r w:rsidRPr="00916B6B">
        <w:rPr>
          <w:rFonts w:ascii="Times New Roman" w:hAnsi="Times New Roman" w:cs="Times New Roman"/>
        </w:rPr>
        <w:t xml:space="preserve"> Совета депутатов</w:t>
      </w:r>
    </w:p>
    <w:p w:rsidR="00F62E27" w:rsidRPr="00916B6B" w:rsidRDefault="00F62E27" w:rsidP="00916B6B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Русско-Лашминского сельского поселения</w:t>
      </w:r>
    </w:p>
    <w:p w:rsidR="00F62E27" w:rsidRDefault="00F62E27" w:rsidP="00916B6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16B6B">
        <w:rPr>
          <w:rFonts w:ascii="Times New Roman" w:hAnsi="Times New Roman" w:cs="Times New Roman"/>
        </w:rPr>
        <w:t xml:space="preserve">     Ковылкинского муниципального района              </w:t>
      </w:r>
    </w:p>
    <w:p w:rsidR="00F62E27" w:rsidRPr="000D4571" w:rsidRDefault="00F62E27" w:rsidP="000D45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</w:t>
      </w:r>
      <w:r w:rsidRPr="00916B6B">
        <w:rPr>
          <w:rFonts w:ascii="Times New Roman" w:hAnsi="Times New Roman" w:cs="Times New Roman"/>
        </w:rPr>
        <w:t>от «</w:t>
      </w:r>
      <w:r>
        <w:rPr>
          <w:rFonts w:ascii="Times New Roman" w:hAnsi="Times New Roman" w:cs="Times New Roman"/>
        </w:rPr>
        <w:t>27</w:t>
      </w:r>
      <w:r w:rsidRPr="00916B6B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июня</w:t>
      </w:r>
      <w:r w:rsidRPr="00916B6B">
        <w:rPr>
          <w:rFonts w:ascii="Times New Roman" w:hAnsi="Times New Roman" w:cs="Times New Roman"/>
        </w:rPr>
        <w:t xml:space="preserve"> 2016г. №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          </w:t>
      </w:r>
      <w:r w:rsidRPr="000D4571">
        <w:rPr>
          <w:rFonts w:ascii="Times New Roman" w:hAnsi="Times New Roman" w:cs="Times New Roman"/>
          <w:b/>
          <w:bCs/>
          <w:sz w:val="32"/>
          <w:szCs w:val="32"/>
        </w:rPr>
        <w:t>ПОЖЕНИЕ</w:t>
      </w:r>
    </w:p>
    <w:p w:rsidR="00F62E27" w:rsidRPr="00916B6B" w:rsidRDefault="00F62E27" w:rsidP="00916B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6B6B">
        <w:rPr>
          <w:rFonts w:ascii="Times New Roman" w:hAnsi="Times New Roman" w:cs="Times New Roman"/>
          <w:b/>
          <w:bCs/>
          <w:sz w:val="28"/>
          <w:szCs w:val="28"/>
        </w:rPr>
        <w:t>о порядке работы комиссии по соблюдению лицами, замещающими муниципальные должности, требований об урегулировании конфликта интересов, ограничений   и   запретов, установленных в целях противодействия коррупции</w:t>
      </w:r>
    </w:p>
    <w:p w:rsidR="00F62E27" w:rsidRPr="00916B6B" w:rsidRDefault="00F62E27" w:rsidP="00916B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2E27" w:rsidRPr="00916B6B" w:rsidRDefault="00F62E27" w:rsidP="00916B6B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6B6B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F62E27" w:rsidRPr="00916B6B" w:rsidRDefault="00F62E27" w:rsidP="00916B6B">
      <w:pPr>
        <w:spacing w:after="0" w:line="240" w:lineRule="auto"/>
        <w:ind w:left="360"/>
        <w:rPr>
          <w:rFonts w:ascii="Times New Roman" w:hAnsi="Times New Roman" w:cs="Times New Roman"/>
          <w:b/>
          <w:bCs/>
          <w:sz w:val="28"/>
          <w:szCs w:val="28"/>
        </w:rPr>
      </w:pPr>
    </w:p>
    <w:p w:rsidR="00F62E27" w:rsidRPr="00916B6B" w:rsidRDefault="00F62E27" w:rsidP="00916B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6B6B">
        <w:rPr>
          <w:rFonts w:ascii="Times New Roman" w:hAnsi="Times New Roman" w:cs="Times New Roman"/>
          <w:sz w:val="28"/>
          <w:szCs w:val="28"/>
        </w:rPr>
        <w:t>1.1.</w:t>
      </w:r>
      <w:r w:rsidRPr="00916B6B">
        <w:rPr>
          <w:rFonts w:ascii="Times New Roman" w:hAnsi="Times New Roman" w:cs="Times New Roman"/>
          <w:sz w:val="28"/>
          <w:szCs w:val="28"/>
        </w:rPr>
        <w:tab/>
        <w:t>Настоящим положением определяется порядок работы комиссии по соблюдению лицами, замещающими муниципальные должности, требований об урегулировании конфликта интересов, ограничений и запретов, установленных в целях противодействия коррупции (далее - комиссия).</w:t>
      </w:r>
    </w:p>
    <w:p w:rsidR="00F62E27" w:rsidRPr="00916B6B" w:rsidRDefault="00F62E27" w:rsidP="00916B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6B6B">
        <w:rPr>
          <w:rFonts w:ascii="Times New Roman" w:hAnsi="Times New Roman" w:cs="Times New Roman"/>
          <w:sz w:val="28"/>
          <w:szCs w:val="28"/>
        </w:rPr>
        <w:t>1.2.</w:t>
      </w:r>
      <w:r w:rsidRPr="00916B6B">
        <w:rPr>
          <w:rFonts w:ascii="Times New Roman" w:hAnsi="Times New Roman" w:cs="Times New Roman"/>
          <w:sz w:val="28"/>
          <w:szCs w:val="28"/>
        </w:rPr>
        <w:tab/>
        <w:t>Комиссия в своей деятельности руководствуется Конституцией Российской Федерации, федеральными законами, правовыми актами Российской Федерации, Положением о порядке сообщения лицами, замещающими муниципальные должности в Республике Мордовия, о возникновении личной заинтересованности при исполнении должностных обязанностей, которая приводит или может привести к конфликту интересов, и рассмотрения этого сообщения, утвержденным Указом Главы Республики Мордовия от 31 мая 2016 г. № 125-УГ (далее - Положение о порядке сообщения лицами, замещающими муниципальные должности в Республике Мордовия, о возникновении личной заинтересованности при исполнении должностных обязанностей, которая приводит или может привести к конфликту интересов, и рассмотрения этого сообщения) и иными нормативными правовыми актами Республики Мордовия, нормативными правовыми актами муниципального образования, а также настоящим                                                                                                                       положением.</w:t>
      </w:r>
    </w:p>
    <w:p w:rsidR="00F62E27" w:rsidRPr="00916B6B" w:rsidRDefault="00F62E27" w:rsidP="00916B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6B6B">
        <w:rPr>
          <w:rFonts w:ascii="Times New Roman" w:hAnsi="Times New Roman" w:cs="Times New Roman"/>
          <w:sz w:val="28"/>
          <w:szCs w:val="28"/>
        </w:rPr>
        <w:t>1.3.</w:t>
      </w:r>
      <w:r w:rsidRPr="00916B6B">
        <w:rPr>
          <w:rFonts w:ascii="Times New Roman" w:hAnsi="Times New Roman" w:cs="Times New Roman"/>
          <w:sz w:val="28"/>
          <w:szCs w:val="28"/>
        </w:rPr>
        <w:tab/>
        <w:t>Задачей комиссии является рассмотрение уведомлений о возникновении личной заинтересованности при исполнении должностных обязанностей, которая приводит или может привести к конфликту интересов лиц, заме</w:t>
      </w:r>
      <w:r>
        <w:rPr>
          <w:rFonts w:ascii="Times New Roman" w:hAnsi="Times New Roman" w:cs="Times New Roman"/>
          <w:sz w:val="28"/>
          <w:szCs w:val="28"/>
        </w:rPr>
        <w:t>щающих муниципальные должности:</w:t>
      </w:r>
    </w:p>
    <w:p w:rsidR="00F62E27" w:rsidRPr="00916B6B" w:rsidRDefault="00F62E27" w:rsidP="00916B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916B6B">
        <w:rPr>
          <w:rFonts w:ascii="Times New Roman" w:hAnsi="Times New Roman" w:cs="Times New Roman"/>
          <w:sz w:val="28"/>
          <w:szCs w:val="28"/>
        </w:rPr>
        <w:t>главы муниципального образования;</w:t>
      </w:r>
    </w:p>
    <w:p w:rsidR="00F62E27" w:rsidRPr="00916B6B" w:rsidRDefault="00F62E27" w:rsidP="00916B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916B6B">
        <w:rPr>
          <w:rFonts w:ascii="Times New Roman" w:hAnsi="Times New Roman" w:cs="Times New Roman"/>
          <w:sz w:val="28"/>
          <w:szCs w:val="28"/>
        </w:rPr>
        <w:t>председателя Совета депутатов муниципального образования (далее — Совет депутатов);</w:t>
      </w:r>
    </w:p>
    <w:p w:rsidR="00F62E27" w:rsidRPr="00916B6B" w:rsidRDefault="00F62E27" w:rsidP="00916B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916B6B">
        <w:rPr>
          <w:rFonts w:ascii="Times New Roman" w:hAnsi="Times New Roman" w:cs="Times New Roman"/>
          <w:sz w:val="28"/>
          <w:szCs w:val="28"/>
        </w:rPr>
        <w:t>депутата Совета депутатов.</w:t>
      </w:r>
    </w:p>
    <w:p w:rsidR="00F62E27" w:rsidRPr="00916B6B" w:rsidRDefault="00F62E27" w:rsidP="00916B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62E27" w:rsidRDefault="00F62E27" w:rsidP="002163F0">
      <w:pPr>
        <w:pStyle w:val="ListParagraph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2E27" w:rsidRDefault="00F62E27" w:rsidP="002163F0">
      <w:pPr>
        <w:pStyle w:val="ListParagraph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916B6B">
        <w:rPr>
          <w:rFonts w:ascii="Times New Roman" w:hAnsi="Times New Roman" w:cs="Times New Roman"/>
          <w:b/>
          <w:bCs/>
          <w:sz w:val="28"/>
          <w:szCs w:val="28"/>
        </w:rPr>
        <w:t>Состав комиссии</w:t>
      </w:r>
    </w:p>
    <w:p w:rsidR="00F62E27" w:rsidRDefault="00F62E27" w:rsidP="00916B6B">
      <w:pPr>
        <w:pStyle w:val="ListParagrap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62E27" w:rsidRDefault="00F62E27" w:rsidP="00916B6B">
      <w:pPr>
        <w:pStyle w:val="ListParagraph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16B6B">
        <w:rPr>
          <w:rFonts w:ascii="Times New Roman" w:hAnsi="Times New Roman" w:cs="Times New Roman"/>
          <w:sz w:val="28"/>
          <w:szCs w:val="28"/>
        </w:rPr>
        <w:t>В состав комиссии входят не менее пяти человек.</w:t>
      </w:r>
    </w:p>
    <w:p w:rsidR="00F62E27" w:rsidRDefault="00F62E27" w:rsidP="00E0303C">
      <w:pPr>
        <w:pStyle w:val="ListParagraph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Все члены комиссии принимают  участие в его работе на общественных началах.</w:t>
      </w:r>
    </w:p>
    <w:p w:rsidR="00F62E27" w:rsidRDefault="00F62E27" w:rsidP="00E0303C">
      <w:pPr>
        <w:pStyle w:val="ListParagraph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 комиссии входят председатель комиссии, его заместитель из числа членов комиссии, замещающих муниципальные должности, секретарь и члены комиссии.</w:t>
      </w:r>
    </w:p>
    <w:p w:rsidR="00F62E27" w:rsidRPr="00916B6B" w:rsidRDefault="00F62E27" w:rsidP="00E0303C">
      <w:pPr>
        <w:pStyle w:val="ListParagraph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6B6B">
        <w:rPr>
          <w:rFonts w:ascii="Times New Roman" w:hAnsi="Times New Roman" w:cs="Times New Roman"/>
          <w:sz w:val="28"/>
          <w:szCs w:val="28"/>
        </w:rPr>
        <w:t>Председателем комиссии является глава муниципального образов</w:t>
      </w:r>
      <w:r>
        <w:rPr>
          <w:rFonts w:ascii="Times New Roman" w:hAnsi="Times New Roman" w:cs="Times New Roman"/>
          <w:sz w:val="28"/>
          <w:szCs w:val="28"/>
        </w:rPr>
        <w:t>ания</w:t>
      </w:r>
      <w:r w:rsidRPr="00916B6B">
        <w:rPr>
          <w:rFonts w:ascii="Times New Roman" w:hAnsi="Times New Roman" w:cs="Times New Roman"/>
          <w:sz w:val="28"/>
          <w:szCs w:val="28"/>
        </w:rPr>
        <w:t>.</w:t>
      </w:r>
    </w:p>
    <w:p w:rsidR="00F62E27" w:rsidRPr="00916B6B" w:rsidRDefault="00F62E27" w:rsidP="00E030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Pr="00916B6B">
        <w:rPr>
          <w:rFonts w:ascii="Times New Roman" w:hAnsi="Times New Roman" w:cs="Times New Roman"/>
          <w:sz w:val="28"/>
          <w:szCs w:val="28"/>
        </w:rPr>
        <w:t>.</w:t>
      </w:r>
      <w:r w:rsidRPr="00916B6B">
        <w:rPr>
          <w:rFonts w:ascii="Times New Roman" w:hAnsi="Times New Roman" w:cs="Times New Roman"/>
          <w:sz w:val="28"/>
          <w:szCs w:val="28"/>
        </w:rPr>
        <w:tab/>
        <w:t>В состав комиссии включаются представители научных и образовательных организаций, а также общественных организаций, созданных в соответствую</w:t>
      </w:r>
      <w:r>
        <w:rPr>
          <w:rFonts w:ascii="Times New Roman" w:hAnsi="Times New Roman" w:cs="Times New Roman"/>
          <w:sz w:val="28"/>
          <w:szCs w:val="28"/>
        </w:rPr>
        <w:t>щих муниципальных образованиях.</w:t>
      </w:r>
    </w:p>
    <w:p w:rsidR="00F62E27" w:rsidRPr="00916B6B" w:rsidRDefault="00F62E27" w:rsidP="00E030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Pr="00916B6B">
        <w:rPr>
          <w:rFonts w:ascii="Times New Roman" w:hAnsi="Times New Roman" w:cs="Times New Roman"/>
          <w:sz w:val="28"/>
          <w:szCs w:val="28"/>
        </w:rPr>
        <w:t>.</w:t>
      </w:r>
      <w:r w:rsidRPr="00916B6B">
        <w:rPr>
          <w:rFonts w:ascii="Times New Roman" w:hAnsi="Times New Roman" w:cs="Times New Roman"/>
          <w:sz w:val="28"/>
          <w:szCs w:val="28"/>
        </w:rPr>
        <w:tab/>
        <w:t>Лица, указанные в пункте 2.4 настоящего положения, включаются в состав комиссии в установленном порядке по согласованию с научными и образовательными ор</w:t>
      </w:r>
      <w:r>
        <w:rPr>
          <w:rFonts w:ascii="Times New Roman" w:hAnsi="Times New Roman" w:cs="Times New Roman"/>
          <w:sz w:val="28"/>
          <w:szCs w:val="28"/>
        </w:rPr>
        <w:t>ганизациями, а также обществен</w:t>
      </w:r>
      <w:r w:rsidRPr="00916B6B">
        <w:rPr>
          <w:rFonts w:ascii="Times New Roman" w:hAnsi="Times New Roman" w:cs="Times New Roman"/>
          <w:sz w:val="28"/>
          <w:szCs w:val="28"/>
        </w:rPr>
        <w:t>ным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916B6B">
        <w:rPr>
          <w:rFonts w:ascii="Times New Roman" w:hAnsi="Times New Roman" w:cs="Times New Roman"/>
          <w:sz w:val="28"/>
          <w:szCs w:val="28"/>
        </w:rPr>
        <w:t xml:space="preserve"> организациями, созданными в соответствующих муниципальных образованиях, на основании запроса. Согласование осуществляется в 10-дневный срок со дня получения запроса.</w:t>
      </w:r>
    </w:p>
    <w:p w:rsidR="00F62E27" w:rsidRPr="00916B6B" w:rsidRDefault="00F62E27" w:rsidP="00E030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Pr="00916B6B">
        <w:rPr>
          <w:rFonts w:ascii="Times New Roman" w:hAnsi="Times New Roman" w:cs="Times New Roman"/>
          <w:sz w:val="28"/>
          <w:szCs w:val="28"/>
        </w:rPr>
        <w:t>.</w:t>
      </w:r>
      <w:r w:rsidRPr="00916B6B">
        <w:rPr>
          <w:rFonts w:ascii="Times New Roman" w:hAnsi="Times New Roman" w:cs="Times New Roman"/>
          <w:sz w:val="28"/>
          <w:szCs w:val="28"/>
        </w:rPr>
        <w:tab/>
        <w:t>Запрос, указанный в пункте 2.6 настоящего положения, подписывает и направляет председатель Совета депутатов. В случае невозможности исполнения указанных полномочий председателем Совета депутатов, запрос подписывает и направляет его заместитель.</w:t>
      </w:r>
    </w:p>
    <w:p w:rsidR="00F62E27" w:rsidRPr="00916B6B" w:rsidRDefault="00F62E27" w:rsidP="00E030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Pr="00916B6B">
        <w:rPr>
          <w:rFonts w:ascii="Times New Roman" w:hAnsi="Times New Roman" w:cs="Times New Roman"/>
          <w:sz w:val="28"/>
          <w:szCs w:val="28"/>
        </w:rPr>
        <w:t>.</w:t>
      </w:r>
      <w:r w:rsidRPr="00916B6B">
        <w:rPr>
          <w:rFonts w:ascii="Times New Roman" w:hAnsi="Times New Roman" w:cs="Times New Roman"/>
          <w:sz w:val="28"/>
          <w:szCs w:val="28"/>
        </w:rPr>
        <w:tab/>
        <w:t>Все члены комиссии при принятии решений обладают равными правами, за исключением случаев, предусмотренных Положением о порядке сообщения лицами, замещающими муниципальные должности в Республике Мордовия, о возникновении личной заинтересованности при исполнении должностных обязанностей, которая приводит или может привести к конфликту интересов, и рассмотрения этого сообщения и настоящим Типовым положением.</w:t>
      </w:r>
    </w:p>
    <w:p w:rsidR="00F62E27" w:rsidRDefault="00F62E27" w:rsidP="00E030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Pr="00916B6B">
        <w:rPr>
          <w:rFonts w:ascii="Times New Roman" w:hAnsi="Times New Roman" w:cs="Times New Roman"/>
          <w:sz w:val="28"/>
          <w:szCs w:val="28"/>
        </w:rPr>
        <w:t>.</w:t>
      </w:r>
      <w:r w:rsidRPr="00916B6B">
        <w:rPr>
          <w:rFonts w:ascii="Times New Roman" w:hAnsi="Times New Roman" w:cs="Times New Roman"/>
          <w:sz w:val="28"/>
          <w:szCs w:val="28"/>
        </w:rPr>
        <w:tab/>
        <w:t xml:space="preserve">Секретарем комиссии является специалист кадровой службы администрации </w:t>
      </w:r>
      <w:r>
        <w:rPr>
          <w:rFonts w:ascii="Times New Roman" w:hAnsi="Times New Roman" w:cs="Times New Roman"/>
          <w:sz w:val="28"/>
          <w:szCs w:val="28"/>
        </w:rPr>
        <w:t>Русско-Лашминского сельского поселения Ковылкинского муниципального района</w:t>
      </w:r>
      <w:r w:rsidRPr="00916B6B">
        <w:rPr>
          <w:rFonts w:ascii="Times New Roman" w:hAnsi="Times New Roman" w:cs="Times New Roman"/>
          <w:sz w:val="28"/>
          <w:szCs w:val="28"/>
        </w:rPr>
        <w:t xml:space="preserve"> без права голоса.</w:t>
      </w:r>
    </w:p>
    <w:p w:rsidR="00F62E27" w:rsidRPr="00916B6B" w:rsidRDefault="00F62E27" w:rsidP="00E030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62E27" w:rsidRPr="004B4325" w:rsidRDefault="00F62E27" w:rsidP="002163F0">
      <w:pPr>
        <w:pStyle w:val="ListParagraph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4B4325">
        <w:rPr>
          <w:rFonts w:ascii="Times New Roman" w:hAnsi="Times New Roman" w:cs="Times New Roman"/>
          <w:b/>
          <w:bCs/>
          <w:sz w:val="28"/>
          <w:szCs w:val="28"/>
        </w:rPr>
        <w:t>Иные участники заседания комиссии</w:t>
      </w:r>
    </w:p>
    <w:p w:rsidR="00F62E27" w:rsidRPr="004B4325" w:rsidRDefault="00F62E27" w:rsidP="00E0303C">
      <w:pPr>
        <w:pStyle w:val="ListParagraph"/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F62E27" w:rsidRDefault="00F62E27" w:rsidP="00E030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Лица, указанные в пункте 11</w:t>
      </w:r>
      <w:r w:rsidRPr="00916B6B">
        <w:rPr>
          <w:rFonts w:ascii="Times New Roman" w:hAnsi="Times New Roman" w:cs="Times New Roman"/>
          <w:sz w:val="28"/>
          <w:szCs w:val="28"/>
        </w:rPr>
        <w:t xml:space="preserve"> Положения о порядке сообщения лицами, замещающими муниципальные должности в Республике Мордовия, о возникновении личной заинтересованности при исполнении должностных обязанностей, которая приводит или может привести к конфликту интересов, и рассмотрения этого сообщения, приглашаются на заседание комиссии по решению   председателя   комиссии,   принима</w:t>
      </w:r>
      <w:r>
        <w:rPr>
          <w:rFonts w:ascii="Times New Roman" w:hAnsi="Times New Roman" w:cs="Times New Roman"/>
          <w:sz w:val="28"/>
          <w:szCs w:val="28"/>
        </w:rPr>
        <w:t xml:space="preserve">емому   в   каждом   конкретном </w:t>
      </w:r>
      <w:r w:rsidRPr="00916B6B">
        <w:rPr>
          <w:rFonts w:ascii="Times New Roman" w:hAnsi="Times New Roman" w:cs="Times New Roman"/>
          <w:sz w:val="28"/>
          <w:szCs w:val="28"/>
        </w:rPr>
        <w:t>случае отдельно не менее чем за три дня до дня заседания комиссии на основании ходатайства лица, направившего уведомление, или любого члена комиссии.</w:t>
      </w:r>
    </w:p>
    <w:p w:rsidR="00F62E27" w:rsidRPr="00916B6B" w:rsidRDefault="00F62E27" w:rsidP="00E030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62E27" w:rsidRPr="004B4325" w:rsidRDefault="00F62E27" w:rsidP="002163F0">
      <w:pPr>
        <w:pStyle w:val="ListParagraph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Pr="004B4325">
        <w:rPr>
          <w:rFonts w:ascii="Times New Roman" w:hAnsi="Times New Roman" w:cs="Times New Roman"/>
          <w:b/>
          <w:bCs/>
          <w:sz w:val="28"/>
          <w:szCs w:val="28"/>
        </w:rPr>
        <w:t>Порядок работы комиссии</w:t>
      </w:r>
    </w:p>
    <w:p w:rsidR="00F62E27" w:rsidRPr="004B4325" w:rsidRDefault="00F62E27" w:rsidP="00E0303C">
      <w:pPr>
        <w:pStyle w:val="ListParagraph"/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F62E27" w:rsidRPr="00916B6B" w:rsidRDefault="00F62E27" w:rsidP="00E030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6B6B">
        <w:rPr>
          <w:rFonts w:ascii="Times New Roman" w:hAnsi="Times New Roman" w:cs="Times New Roman"/>
          <w:sz w:val="28"/>
          <w:szCs w:val="28"/>
        </w:rPr>
        <w:t>4.1.</w:t>
      </w:r>
      <w:r w:rsidRPr="00916B6B">
        <w:rPr>
          <w:rFonts w:ascii="Times New Roman" w:hAnsi="Times New Roman" w:cs="Times New Roman"/>
          <w:sz w:val="28"/>
          <w:szCs w:val="28"/>
        </w:rPr>
        <w:tab/>
        <w:t>Члены комиссии обязаны присутствовать на ее заседаниях. О невозможности присутствовать на заседании комиссии по уважительной причине член комиссии заблаговременно информирует об этом председателя комисси</w:t>
      </w:r>
      <w:r>
        <w:rPr>
          <w:rFonts w:ascii="Times New Roman" w:hAnsi="Times New Roman" w:cs="Times New Roman"/>
          <w:sz w:val="28"/>
          <w:szCs w:val="28"/>
        </w:rPr>
        <w:t>и.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F62E27" w:rsidRPr="00916B6B" w:rsidRDefault="00F62E27" w:rsidP="00E030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6B6B">
        <w:rPr>
          <w:rFonts w:ascii="Times New Roman" w:hAnsi="Times New Roman" w:cs="Times New Roman"/>
          <w:sz w:val="28"/>
          <w:szCs w:val="28"/>
        </w:rPr>
        <w:t>4.2.</w:t>
      </w:r>
      <w:r w:rsidRPr="00916B6B">
        <w:rPr>
          <w:rFonts w:ascii="Times New Roman" w:hAnsi="Times New Roman" w:cs="Times New Roman"/>
          <w:sz w:val="28"/>
          <w:szCs w:val="28"/>
        </w:rPr>
        <w:tab/>
        <w:t>Член Комиссии и лица, участвовавшие в ее заседании, добровольно принимает на себя обязательства о неразглашении сведений, ставших им известными в ходе работы комиссии согласно приложению.</w:t>
      </w:r>
    </w:p>
    <w:p w:rsidR="00F62E27" w:rsidRPr="00916B6B" w:rsidRDefault="00F62E27" w:rsidP="00E030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6B6B">
        <w:rPr>
          <w:rFonts w:ascii="Times New Roman" w:hAnsi="Times New Roman" w:cs="Times New Roman"/>
          <w:sz w:val="28"/>
          <w:szCs w:val="28"/>
        </w:rPr>
        <w:t>4.3.</w:t>
      </w:r>
      <w:r w:rsidRPr="00916B6B">
        <w:rPr>
          <w:rFonts w:ascii="Times New Roman" w:hAnsi="Times New Roman" w:cs="Times New Roman"/>
          <w:sz w:val="28"/>
          <w:szCs w:val="28"/>
        </w:rPr>
        <w:tab/>
        <w:t>Информация, полученная комиссией в ходе рассмотрения вопроса, может быть использована только в порядке, предусмотренном федеральным законодательством об информации, информационных технологиях и о защите информации.</w:t>
      </w:r>
    </w:p>
    <w:p w:rsidR="00F62E27" w:rsidRPr="00916B6B" w:rsidRDefault="00F62E27" w:rsidP="00E030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6B6B">
        <w:rPr>
          <w:rFonts w:ascii="Times New Roman" w:hAnsi="Times New Roman" w:cs="Times New Roman"/>
          <w:sz w:val="28"/>
          <w:szCs w:val="28"/>
        </w:rPr>
        <w:t>4.4.</w:t>
      </w:r>
      <w:r w:rsidRPr="00916B6B">
        <w:rPr>
          <w:rFonts w:ascii="Times New Roman" w:hAnsi="Times New Roman" w:cs="Times New Roman"/>
          <w:sz w:val="28"/>
          <w:szCs w:val="28"/>
        </w:rPr>
        <w:tab/>
        <w:t>Заседания комиссии проводит председатель комиссии.</w:t>
      </w:r>
    </w:p>
    <w:p w:rsidR="00F62E27" w:rsidRPr="00916B6B" w:rsidRDefault="00F62E27" w:rsidP="00E030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6B6B">
        <w:rPr>
          <w:rFonts w:ascii="Times New Roman" w:hAnsi="Times New Roman" w:cs="Times New Roman"/>
          <w:sz w:val="28"/>
          <w:szCs w:val="28"/>
        </w:rPr>
        <w:t>4.5.</w:t>
      </w:r>
      <w:r w:rsidRPr="00916B6B">
        <w:rPr>
          <w:rFonts w:ascii="Times New Roman" w:hAnsi="Times New Roman" w:cs="Times New Roman"/>
          <w:sz w:val="28"/>
          <w:szCs w:val="28"/>
        </w:rPr>
        <w:tab/>
        <w:t>В случаях, предусмотренных пунктом 7 и частью 2 пункта 13 Положения о порядке сообщения лицами, замещающими муниципальные должности в Республике Мордовия, о возникновении личной заинтересованности при исполнении должностных обязанностей, которая приводит или может привести к конфликту интересов, и рассмотрения этого сообщения, все полномочия председателя комиссии исполняет заместитель председателя комиссии.</w:t>
      </w:r>
    </w:p>
    <w:p w:rsidR="00F62E27" w:rsidRPr="00916B6B" w:rsidRDefault="00F62E27" w:rsidP="00E030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6B6B">
        <w:rPr>
          <w:rFonts w:ascii="Times New Roman" w:hAnsi="Times New Roman" w:cs="Times New Roman"/>
          <w:sz w:val="28"/>
          <w:szCs w:val="28"/>
        </w:rPr>
        <w:t>4.6.</w:t>
      </w:r>
      <w:r w:rsidRPr="00916B6B">
        <w:rPr>
          <w:rFonts w:ascii="Times New Roman" w:hAnsi="Times New Roman" w:cs="Times New Roman"/>
          <w:sz w:val="28"/>
          <w:szCs w:val="28"/>
        </w:rPr>
        <w:tab/>
        <w:t>Секретарь комиссии осуществляет организационно-техническое, документационное обеспечение деятельности комиссии, ведет протокол заседания комиссии, а также и</w:t>
      </w:r>
      <w:r>
        <w:rPr>
          <w:rFonts w:ascii="Times New Roman" w:hAnsi="Times New Roman" w:cs="Times New Roman"/>
          <w:sz w:val="28"/>
          <w:szCs w:val="28"/>
        </w:rPr>
        <w:t>нформирует членов комиссии о вопр</w:t>
      </w:r>
      <w:r w:rsidRPr="00916B6B">
        <w:rPr>
          <w:rFonts w:ascii="Times New Roman" w:hAnsi="Times New Roman" w:cs="Times New Roman"/>
          <w:sz w:val="28"/>
          <w:szCs w:val="28"/>
        </w:rPr>
        <w:t xml:space="preserve">осах, включенных в повестку дня, о дате, </w:t>
      </w:r>
      <w:r>
        <w:rPr>
          <w:rFonts w:ascii="Times New Roman" w:hAnsi="Times New Roman" w:cs="Times New Roman"/>
          <w:sz w:val="28"/>
          <w:szCs w:val="28"/>
        </w:rPr>
        <w:t>времени и месте проведения засе</w:t>
      </w:r>
      <w:r w:rsidRPr="00916B6B">
        <w:rPr>
          <w:rFonts w:ascii="Times New Roman" w:hAnsi="Times New Roman" w:cs="Times New Roman"/>
          <w:sz w:val="28"/>
          <w:szCs w:val="28"/>
        </w:rPr>
        <w:t>дания, знакомит членов комиссии с материалами, представляемыми для обсуждения на заседании комиссии.</w:t>
      </w:r>
    </w:p>
    <w:p w:rsidR="00F62E27" w:rsidRPr="00916B6B" w:rsidRDefault="00F62E27" w:rsidP="00E030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6B6B">
        <w:rPr>
          <w:rFonts w:ascii="Times New Roman" w:hAnsi="Times New Roman" w:cs="Times New Roman"/>
          <w:sz w:val="28"/>
          <w:szCs w:val="28"/>
        </w:rPr>
        <w:t>4.7.</w:t>
      </w:r>
      <w:r w:rsidRPr="00916B6B">
        <w:rPr>
          <w:rFonts w:ascii="Times New Roman" w:hAnsi="Times New Roman" w:cs="Times New Roman"/>
          <w:sz w:val="28"/>
          <w:szCs w:val="28"/>
        </w:rPr>
        <w:tab/>
        <w:t>Заседание комиссии считается правомочным, если на нем присутствует не менее двух третей от общего числа членов комиссии, имеющих право голоса.</w:t>
      </w:r>
    </w:p>
    <w:p w:rsidR="00F62E27" w:rsidRPr="00916B6B" w:rsidRDefault="00F62E27" w:rsidP="00E030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6B6B">
        <w:rPr>
          <w:rFonts w:ascii="Times New Roman" w:hAnsi="Times New Roman" w:cs="Times New Roman"/>
          <w:sz w:val="28"/>
          <w:szCs w:val="28"/>
        </w:rPr>
        <w:t>4.8.</w:t>
      </w:r>
      <w:r w:rsidRPr="00916B6B">
        <w:rPr>
          <w:rFonts w:ascii="Times New Roman" w:hAnsi="Times New Roman" w:cs="Times New Roman"/>
          <w:sz w:val="28"/>
          <w:szCs w:val="28"/>
        </w:rPr>
        <w:tab/>
        <w:t>В случае равенства голосов решающим является голос председательствующего.</w:t>
      </w:r>
    </w:p>
    <w:p w:rsidR="00F62E27" w:rsidRPr="00916B6B" w:rsidRDefault="00F62E27" w:rsidP="00E030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6B6B">
        <w:rPr>
          <w:rFonts w:ascii="Times New Roman" w:hAnsi="Times New Roman" w:cs="Times New Roman"/>
          <w:sz w:val="28"/>
          <w:szCs w:val="28"/>
        </w:rPr>
        <w:t>4.9.</w:t>
      </w:r>
      <w:r w:rsidRPr="00916B6B">
        <w:rPr>
          <w:rFonts w:ascii="Times New Roman" w:hAnsi="Times New Roman" w:cs="Times New Roman"/>
          <w:sz w:val="28"/>
          <w:szCs w:val="28"/>
        </w:rPr>
        <w:tab/>
        <w:t>Все решения, принимаемые комиссией, подлежат обязательному рассмотрению Советом депутатов на очередной сессии.</w:t>
      </w:r>
    </w:p>
    <w:p w:rsidR="00F62E27" w:rsidRDefault="00F62E27" w:rsidP="00E030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6B6B">
        <w:rPr>
          <w:rFonts w:ascii="Times New Roman" w:hAnsi="Times New Roman" w:cs="Times New Roman"/>
          <w:sz w:val="28"/>
          <w:szCs w:val="28"/>
        </w:rPr>
        <w:t>4.10.</w:t>
      </w:r>
      <w:r w:rsidRPr="00916B6B">
        <w:rPr>
          <w:rFonts w:ascii="Times New Roman" w:hAnsi="Times New Roman" w:cs="Times New Roman"/>
          <w:sz w:val="28"/>
          <w:szCs w:val="28"/>
        </w:rPr>
        <w:tab/>
        <w:t>О рассмотрении рекомендаций комиссии и принятом решении Совет депутатов в письменной форме уведомляет комиссию не позднее семи дней с момента рассмотрения. Решение Совета депутатов оглашается на ближайшем заседании комиссии и принимается к сведению без обсуждения.</w:t>
      </w:r>
    </w:p>
    <w:p w:rsidR="00F62E27" w:rsidRDefault="00F62E27" w:rsidP="00AF038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62E27" w:rsidRDefault="00F62E27" w:rsidP="00AF038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62E27" w:rsidRDefault="00F62E27" w:rsidP="00AF038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62E27" w:rsidRDefault="00F62E27" w:rsidP="00AF038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62E27" w:rsidRDefault="00F62E27" w:rsidP="00AF038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62E27" w:rsidRDefault="00F62E27" w:rsidP="00AF038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62E27" w:rsidRDefault="00F62E27" w:rsidP="00AF038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62E27" w:rsidRDefault="00F62E27" w:rsidP="00AF038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62E27" w:rsidRPr="00AF0389" w:rsidRDefault="00F62E27" w:rsidP="00AF038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F0389">
        <w:rPr>
          <w:rFonts w:ascii="Times New Roman" w:hAnsi="Times New Roman" w:cs="Times New Roman"/>
          <w:sz w:val="20"/>
          <w:szCs w:val="20"/>
        </w:rPr>
        <w:t>Приложение 2</w:t>
      </w:r>
    </w:p>
    <w:p w:rsidR="00F62E27" w:rsidRDefault="00F62E27" w:rsidP="00AF038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решению</w:t>
      </w:r>
      <w:r w:rsidRPr="00AF0389">
        <w:rPr>
          <w:rFonts w:ascii="Times New Roman" w:hAnsi="Times New Roman" w:cs="Times New Roman"/>
          <w:sz w:val="20"/>
          <w:szCs w:val="20"/>
        </w:rPr>
        <w:t xml:space="preserve"> Совета депутатов</w:t>
      </w:r>
    </w:p>
    <w:p w:rsidR="00F62E27" w:rsidRPr="00AF0389" w:rsidRDefault="00F62E27" w:rsidP="00AF038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Русско-Лашминского сельского поселения</w:t>
      </w:r>
    </w:p>
    <w:p w:rsidR="00F62E27" w:rsidRPr="00AF0389" w:rsidRDefault="00F62E27" w:rsidP="00AF038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F0389">
        <w:rPr>
          <w:rFonts w:ascii="Times New Roman" w:hAnsi="Times New Roman" w:cs="Times New Roman"/>
          <w:sz w:val="20"/>
          <w:szCs w:val="20"/>
        </w:rPr>
        <w:t xml:space="preserve">     Ковылкинского муниципального района              </w:t>
      </w:r>
    </w:p>
    <w:p w:rsidR="00F62E27" w:rsidRDefault="00F62E27" w:rsidP="000D45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F0389">
        <w:rPr>
          <w:rFonts w:ascii="Times New Roman" w:hAnsi="Times New Roman" w:cs="Times New Roman"/>
          <w:sz w:val="20"/>
          <w:szCs w:val="20"/>
        </w:rPr>
        <w:t xml:space="preserve"> от «</w:t>
      </w:r>
      <w:r>
        <w:rPr>
          <w:rFonts w:ascii="Times New Roman" w:hAnsi="Times New Roman" w:cs="Times New Roman"/>
          <w:sz w:val="20"/>
          <w:szCs w:val="20"/>
        </w:rPr>
        <w:t>27</w:t>
      </w:r>
      <w:r w:rsidRPr="00AF0389">
        <w:rPr>
          <w:rFonts w:ascii="Times New Roman" w:hAnsi="Times New Roman" w:cs="Times New Roman"/>
          <w:sz w:val="20"/>
          <w:szCs w:val="20"/>
        </w:rPr>
        <w:t xml:space="preserve">» </w:t>
      </w:r>
      <w:r>
        <w:rPr>
          <w:rFonts w:ascii="Times New Roman" w:hAnsi="Times New Roman" w:cs="Times New Roman"/>
          <w:sz w:val="20"/>
          <w:szCs w:val="20"/>
        </w:rPr>
        <w:t xml:space="preserve">июня </w:t>
      </w:r>
      <w:r w:rsidRPr="00AF0389">
        <w:rPr>
          <w:rFonts w:ascii="Times New Roman" w:hAnsi="Times New Roman" w:cs="Times New Roman"/>
          <w:sz w:val="20"/>
          <w:szCs w:val="20"/>
        </w:rPr>
        <w:t>2016г. №</w:t>
      </w:r>
      <w:r>
        <w:rPr>
          <w:rFonts w:ascii="Times New Roman" w:hAnsi="Times New Roman" w:cs="Times New Roman"/>
          <w:sz w:val="20"/>
          <w:szCs w:val="20"/>
        </w:rPr>
        <w:t>1</w:t>
      </w:r>
    </w:p>
    <w:p w:rsidR="00F62E27" w:rsidRDefault="00F62E27" w:rsidP="00916B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2E27" w:rsidRDefault="00F62E27" w:rsidP="00916B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2E27" w:rsidRDefault="00F62E27" w:rsidP="00AF03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0389">
        <w:rPr>
          <w:rFonts w:ascii="Times New Roman" w:hAnsi="Times New Roman" w:cs="Times New Roman"/>
          <w:b/>
          <w:bCs/>
          <w:sz w:val="28"/>
          <w:szCs w:val="28"/>
        </w:rPr>
        <w:t xml:space="preserve">Состав </w:t>
      </w:r>
    </w:p>
    <w:p w:rsidR="00F62E27" w:rsidRPr="00AF0389" w:rsidRDefault="00F62E27" w:rsidP="00AF03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0389">
        <w:rPr>
          <w:rFonts w:ascii="Times New Roman" w:hAnsi="Times New Roman" w:cs="Times New Roman"/>
          <w:b/>
          <w:bCs/>
          <w:sz w:val="28"/>
          <w:szCs w:val="28"/>
        </w:rPr>
        <w:t>комиссии по соблюдению лицами, замещающими муниципальные должности, требований об урегулировании конфликта интересов, ограничений и запретов, установленных в целях противодействия коррупции</w:t>
      </w:r>
    </w:p>
    <w:p w:rsidR="00F62E27" w:rsidRDefault="00F62E27" w:rsidP="00916B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2E27" w:rsidRDefault="00F62E27" w:rsidP="00916B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2E27" w:rsidRDefault="00F62E27" w:rsidP="00916B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785"/>
        <w:gridCol w:w="4786"/>
      </w:tblGrid>
      <w:tr w:rsidR="00F62E27" w:rsidRPr="00653D45">
        <w:tc>
          <w:tcPr>
            <w:tcW w:w="4785" w:type="dxa"/>
          </w:tcPr>
          <w:p w:rsidR="00F62E27" w:rsidRPr="00653D45" w:rsidRDefault="00F62E27" w:rsidP="00653D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Чугурова</w:t>
            </w:r>
          </w:p>
          <w:p w:rsidR="00F62E27" w:rsidRPr="00653D45" w:rsidRDefault="00F62E27" w:rsidP="00653D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Любовь Александровна</w:t>
            </w:r>
          </w:p>
        </w:tc>
        <w:tc>
          <w:tcPr>
            <w:tcW w:w="4786" w:type="dxa"/>
          </w:tcPr>
          <w:p w:rsidR="00F62E27" w:rsidRPr="00653D45" w:rsidRDefault="00F62E27" w:rsidP="00653D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D45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комиссии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53D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</w:t>
            </w:r>
            <w:r w:rsidRPr="00653D4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Русско-Лашминского сельского поселения </w:t>
            </w:r>
            <w:r w:rsidRPr="00653D45">
              <w:rPr>
                <w:rFonts w:ascii="Times New Roman" w:hAnsi="Times New Roman" w:cs="Times New Roman"/>
                <w:sz w:val="28"/>
                <w:szCs w:val="28"/>
              </w:rPr>
              <w:t>Ковылкинского муниципального района</w:t>
            </w:r>
          </w:p>
          <w:p w:rsidR="00F62E27" w:rsidRPr="00653D45" w:rsidRDefault="00F62E27" w:rsidP="00653D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2E27" w:rsidRPr="00653D45">
        <w:tc>
          <w:tcPr>
            <w:tcW w:w="4785" w:type="dxa"/>
          </w:tcPr>
          <w:p w:rsidR="00F62E27" w:rsidRPr="00653D45" w:rsidRDefault="00F62E27" w:rsidP="00653D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Кулагина</w:t>
            </w:r>
          </w:p>
          <w:p w:rsidR="00F62E27" w:rsidRPr="00653D45" w:rsidRDefault="00F62E27" w:rsidP="00653D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Гани</w:t>
            </w:r>
          </w:p>
        </w:tc>
        <w:tc>
          <w:tcPr>
            <w:tcW w:w="4786" w:type="dxa"/>
          </w:tcPr>
          <w:p w:rsidR="00F62E27" w:rsidRPr="00653D45" w:rsidRDefault="00F62E27" w:rsidP="00653D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D45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- Заместитель Главы – Руководитель аппарата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Русско-Лашминского сельского поселения </w:t>
            </w:r>
            <w:r w:rsidRPr="00653D45">
              <w:rPr>
                <w:rFonts w:ascii="Times New Roman" w:hAnsi="Times New Roman" w:cs="Times New Roman"/>
                <w:sz w:val="28"/>
                <w:szCs w:val="28"/>
              </w:rPr>
              <w:t>Ковылкинского муниципального района</w:t>
            </w:r>
          </w:p>
          <w:p w:rsidR="00F62E27" w:rsidRPr="00653D45" w:rsidRDefault="00F62E27" w:rsidP="00653D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2E27" w:rsidRPr="00653D45">
        <w:tc>
          <w:tcPr>
            <w:tcW w:w="4785" w:type="dxa"/>
          </w:tcPr>
          <w:p w:rsidR="00F62E27" w:rsidRDefault="00F62E27" w:rsidP="00653D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Шарапова </w:t>
            </w:r>
          </w:p>
          <w:p w:rsidR="00F62E27" w:rsidRPr="00653D45" w:rsidRDefault="00F62E27" w:rsidP="00653D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Мария Петровна</w:t>
            </w:r>
          </w:p>
          <w:p w:rsidR="00F62E27" w:rsidRPr="00653D45" w:rsidRDefault="00F62E27" w:rsidP="00653D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F62E27" w:rsidRDefault="00F62E27" w:rsidP="00653D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D45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комиссии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53D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гл.бухгалтер</w:t>
            </w:r>
          </w:p>
          <w:p w:rsidR="00F62E27" w:rsidRPr="00653D45" w:rsidRDefault="00F62E27" w:rsidP="00653D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Русско-Лашминского сельского поселения Ковылкинского муниципального района</w:t>
            </w:r>
          </w:p>
          <w:p w:rsidR="00F62E27" w:rsidRPr="00653D45" w:rsidRDefault="00F62E27" w:rsidP="00653D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2E27" w:rsidRPr="00653D45" w:rsidRDefault="00F62E27" w:rsidP="00653D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D45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F62E27" w:rsidRPr="00653D45" w:rsidRDefault="00F62E27" w:rsidP="00653D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2E27" w:rsidRPr="00653D45">
        <w:tc>
          <w:tcPr>
            <w:tcW w:w="4785" w:type="dxa"/>
          </w:tcPr>
          <w:p w:rsidR="00F62E27" w:rsidRPr="00653D45" w:rsidRDefault="00F62E27" w:rsidP="00653D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Бугакова</w:t>
            </w:r>
          </w:p>
          <w:p w:rsidR="00F62E27" w:rsidRPr="00653D45" w:rsidRDefault="00F62E27" w:rsidP="00653D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Нина</w:t>
            </w:r>
            <w:r w:rsidRPr="00653D45">
              <w:rPr>
                <w:rFonts w:ascii="Times New Roman" w:hAnsi="Times New Roman" w:cs="Times New Roman"/>
                <w:sz w:val="28"/>
                <w:szCs w:val="28"/>
              </w:rPr>
              <w:t xml:space="preserve"> Николаевна (по согласованию)</w:t>
            </w:r>
          </w:p>
          <w:p w:rsidR="00F62E27" w:rsidRPr="00653D45" w:rsidRDefault="00F62E27" w:rsidP="00653D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F62E27" w:rsidRDefault="00F62E27" w:rsidP="00653D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Зав.ФАП, депутат Русско-Лашминского сельского поселения Ковылкинского муниципального района</w:t>
            </w:r>
            <w:r w:rsidRPr="00653D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62E27" w:rsidRPr="00653D45" w:rsidRDefault="00F62E27" w:rsidP="00653D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2E27" w:rsidRPr="00653D45">
        <w:tc>
          <w:tcPr>
            <w:tcW w:w="4785" w:type="dxa"/>
          </w:tcPr>
          <w:p w:rsidR="00F62E27" w:rsidRPr="00653D45" w:rsidRDefault="00F62E27" w:rsidP="00653D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Алямкин</w:t>
            </w:r>
          </w:p>
          <w:p w:rsidR="00F62E27" w:rsidRPr="00653D45" w:rsidRDefault="00F62E27" w:rsidP="00653D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Степан Иванович</w:t>
            </w:r>
          </w:p>
          <w:p w:rsidR="00F62E27" w:rsidRPr="00653D45" w:rsidRDefault="00F62E27" w:rsidP="00653D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D45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4786" w:type="dxa"/>
          </w:tcPr>
          <w:p w:rsidR="00F62E27" w:rsidRPr="00653D45" w:rsidRDefault="00F62E27" w:rsidP="00653D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Кочелаевской школы интернат, депутат Русско-Лашминского сельского поселения Ковылкинского муниципального района</w:t>
            </w:r>
            <w:r w:rsidRPr="00653D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F62E27" w:rsidRPr="00CE585C" w:rsidRDefault="00F62E27" w:rsidP="00CE585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CE585C">
        <w:rPr>
          <w:rFonts w:ascii="Times New Roman" w:hAnsi="Times New Roman" w:cs="Times New Roman"/>
        </w:rPr>
        <w:t>риложение</w:t>
      </w:r>
    </w:p>
    <w:p w:rsidR="00F62E27" w:rsidRDefault="00F62E27" w:rsidP="00CE585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E585C">
        <w:rPr>
          <w:rFonts w:ascii="Times New Roman" w:hAnsi="Times New Roman" w:cs="Times New Roman"/>
        </w:rPr>
        <w:t xml:space="preserve">к  положению о порядке работы комиссии </w:t>
      </w:r>
    </w:p>
    <w:p w:rsidR="00F62E27" w:rsidRPr="00CE585C" w:rsidRDefault="00F62E27" w:rsidP="00CE585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E585C">
        <w:rPr>
          <w:rFonts w:ascii="Times New Roman" w:hAnsi="Times New Roman" w:cs="Times New Roman"/>
        </w:rPr>
        <w:t>по соблюдению лицами,</w:t>
      </w:r>
    </w:p>
    <w:p w:rsidR="00F62E27" w:rsidRPr="00CE585C" w:rsidRDefault="00F62E27" w:rsidP="00CE585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E585C">
        <w:rPr>
          <w:rFonts w:ascii="Times New Roman" w:hAnsi="Times New Roman" w:cs="Times New Roman"/>
        </w:rPr>
        <w:t>замеща</w:t>
      </w:r>
      <w:r>
        <w:rPr>
          <w:rFonts w:ascii="Times New Roman" w:hAnsi="Times New Roman" w:cs="Times New Roman"/>
        </w:rPr>
        <w:t xml:space="preserve">ющими муниципальные должности, </w:t>
      </w:r>
    </w:p>
    <w:p w:rsidR="00F62E27" w:rsidRPr="00CE585C" w:rsidRDefault="00F62E27" w:rsidP="00CE585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E585C">
        <w:rPr>
          <w:rFonts w:ascii="Times New Roman" w:hAnsi="Times New Roman" w:cs="Times New Roman"/>
        </w:rPr>
        <w:t>требований об урегулировании</w:t>
      </w:r>
    </w:p>
    <w:p w:rsidR="00F62E27" w:rsidRPr="00CE585C" w:rsidRDefault="00F62E27" w:rsidP="00CE585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E585C">
        <w:rPr>
          <w:rFonts w:ascii="Times New Roman" w:hAnsi="Times New Roman" w:cs="Times New Roman"/>
        </w:rPr>
        <w:t>конфликта интересов, ограничений и</w:t>
      </w:r>
    </w:p>
    <w:p w:rsidR="00F62E27" w:rsidRPr="00CE585C" w:rsidRDefault="00F62E27" w:rsidP="00CE585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E585C">
        <w:rPr>
          <w:rFonts w:ascii="Times New Roman" w:hAnsi="Times New Roman" w:cs="Times New Roman"/>
        </w:rPr>
        <w:t>запретов, установленных в целях</w:t>
      </w:r>
    </w:p>
    <w:p w:rsidR="00F62E27" w:rsidRPr="00916B6B" w:rsidRDefault="00F62E27" w:rsidP="00CE58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E585C">
        <w:rPr>
          <w:rFonts w:ascii="Times New Roman" w:hAnsi="Times New Roman" w:cs="Times New Roman"/>
        </w:rPr>
        <w:t>противодействия коррупции</w:t>
      </w:r>
    </w:p>
    <w:p w:rsidR="00F62E27" w:rsidRPr="00916B6B" w:rsidRDefault="00F62E27" w:rsidP="00916B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2E27" w:rsidRPr="00CE585C" w:rsidRDefault="00F62E27" w:rsidP="00CE58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585C">
        <w:rPr>
          <w:rFonts w:ascii="Times New Roman" w:hAnsi="Times New Roman" w:cs="Times New Roman"/>
          <w:b/>
          <w:bCs/>
          <w:sz w:val="28"/>
          <w:szCs w:val="28"/>
        </w:rPr>
        <w:t>ОБЯЗАТЕЛЬСТВО</w:t>
      </w:r>
    </w:p>
    <w:p w:rsidR="00F62E27" w:rsidRPr="00916B6B" w:rsidRDefault="00F62E27" w:rsidP="00CE58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6B6B">
        <w:rPr>
          <w:rFonts w:ascii="Times New Roman" w:hAnsi="Times New Roman" w:cs="Times New Roman"/>
          <w:sz w:val="28"/>
          <w:szCs w:val="28"/>
        </w:rPr>
        <w:t>о неразглашении сведений, ставших известными в ходе работы комиссии по</w:t>
      </w:r>
    </w:p>
    <w:p w:rsidR="00F62E27" w:rsidRPr="00916B6B" w:rsidRDefault="00F62E27" w:rsidP="00CE58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6B6B">
        <w:rPr>
          <w:rFonts w:ascii="Times New Roman" w:hAnsi="Times New Roman" w:cs="Times New Roman"/>
          <w:sz w:val="28"/>
          <w:szCs w:val="28"/>
        </w:rPr>
        <w:t>соблюдению лицами, замещающими муниципальные должности, требований</w:t>
      </w:r>
    </w:p>
    <w:p w:rsidR="00F62E27" w:rsidRPr="00916B6B" w:rsidRDefault="00F62E27" w:rsidP="00CE58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6B6B">
        <w:rPr>
          <w:rFonts w:ascii="Times New Roman" w:hAnsi="Times New Roman" w:cs="Times New Roman"/>
          <w:sz w:val="28"/>
          <w:szCs w:val="28"/>
        </w:rPr>
        <w:t>об урегулировании конфликта интересов, ограничений и запретов,</w:t>
      </w:r>
    </w:p>
    <w:p w:rsidR="00F62E27" w:rsidRDefault="00F62E27" w:rsidP="00CE58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6B6B">
        <w:rPr>
          <w:rFonts w:ascii="Times New Roman" w:hAnsi="Times New Roman" w:cs="Times New Roman"/>
          <w:sz w:val="28"/>
          <w:szCs w:val="28"/>
        </w:rPr>
        <w:t>установленных в целях противодействия коррупции</w:t>
      </w:r>
    </w:p>
    <w:p w:rsidR="00F62E27" w:rsidRDefault="00F62E27" w:rsidP="00916B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2E27" w:rsidRPr="00916B6B" w:rsidRDefault="00F62E27" w:rsidP="00916B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2E27" w:rsidRPr="00916B6B" w:rsidRDefault="00F62E27" w:rsidP="00916B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Я,________________________________________________________________</w:t>
      </w:r>
    </w:p>
    <w:p w:rsidR="00F62E27" w:rsidRPr="00CE585C" w:rsidRDefault="00F62E27" w:rsidP="00CE585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E585C">
        <w:rPr>
          <w:rFonts w:ascii="Times New Roman" w:hAnsi="Times New Roman" w:cs="Times New Roman"/>
        </w:rPr>
        <w:t>(фамилия, имя, отчество члена, участника комиссии)</w:t>
      </w:r>
    </w:p>
    <w:p w:rsidR="00F62E27" w:rsidRPr="00CE585C" w:rsidRDefault="00F62E27" w:rsidP="00CE58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E585C">
        <w:rPr>
          <w:rFonts w:ascii="Times New Roman" w:hAnsi="Times New Roman" w:cs="Times New Roman"/>
          <w:sz w:val="28"/>
          <w:szCs w:val="28"/>
          <w:u w:val="single"/>
        </w:rPr>
        <w:t xml:space="preserve">являющийся (являющаяся)   членом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комиссии,   либо    участником </w:t>
      </w:r>
      <w:r w:rsidRPr="00CE585C">
        <w:rPr>
          <w:rFonts w:ascii="Times New Roman" w:hAnsi="Times New Roman" w:cs="Times New Roman"/>
          <w:sz w:val="28"/>
          <w:szCs w:val="28"/>
          <w:u w:val="single"/>
        </w:rPr>
        <w:t>комиссии</w:t>
      </w:r>
      <w:r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_______________________________________________________</w:t>
      </w:r>
      <w:r w:rsidRPr="00CE585C">
        <w:rPr>
          <w:rFonts w:ascii="Times New Roman" w:hAnsi="Times New Roman" w:cs="Times New Roman"/>
          <w:sz w:val="28"/>
          <w:szCs w:val="28"/>
          <w:u w:val="single"/>
        </w:rPr>
        <w:t>,</w:t>
      </w:r>
    </w:p>
    <w:p w:rsidR="00F62E27" w:rsidRPr="00CE585C" w:rsidRDefault="00F62E27" w:rsidP="00CE585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E585C">
        <w:rPr>
          <w:rFonts w:ascii="Times New Roman" w:hAnsi="Times New Roman" w:cs="Times New Roman"/>
        </w:rPr>
        <w:t>(нужное подчеркнуть)</w:t>
      </w:r>
    </w:p>
    <w:p w:rsidR="00F62E27" w:rsidRPr="00916B6B" w:rsidRDefault="00F62E27" w:rsidP="00916B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6B6B">
        <w:rPr>
          <w:rFonts w:ascii="Times New Roman" w:hAnsi="Times New Roman" w:cs="Times New Roman"/>
          <w:sz w:val="28"/>
          <w:szCs w:val="28"/>
        </w:rPr>
        <w:t xml:space="preserve">будучи ознакомлен (ознакомлена) с </w:t>
      </w:r>
      <w:r>
        <w:rPr>
          <w:rFonts w:ascii="Times New Roman" w:hAnsi="Times New Roman" w:cs="Times New Roman"/>
          <w:sz w:val="28"/>
          <w:szCs w:val="28"/>
        </w:rPr>
        <w:t>Федеральным законом от 27 июля</w:t>
      </w:r>
      <w:r w:rsidRPr="00916B6B">
        <w:rPr>
          <w:rFonts w:ascii="Times New Roman" w:hAnsi="Times New Roman" w:cs="Times New Roman"/>
          <w:sz w:val="28"/>
          <w:szCs w:val="28"/>
        </w:rPr>
        <w:t xml:space="preserve"> 2006 г. № 149-ФЗ «Об информации</w:t>
      </w:r>
      <w:r>
        <w:rPr>
          <w:rFonts w:ascii="Times New Roman" w:hAnsi="Times New Roman" w:cs="Times New Roman"/>
          <w:sz w:val="28"/>
          <w:szCs w:val="28"/>
        </w:rPr>
        <w:t>, информационных технологиях и о</w:t>
      </w:r>
      <w:r w:rsidRPr="00916B6B">
        <w:rPr>
          <w:rFonts w:ascii="Times New Roman" w:hAnsi="Times New Roman" w:cs="Times New Roman"/>
          <w:sz w:val="28"/>
          <w:szCs w:val="28"/>
        </w:rPr>
        <w:t xml:space="preserve"> защите информации», Федеральным законом от 27 июля 2006 г. № 152-ФЗ «О персональных данных», устанавливающих требования по защите информации и ответственность за их нарушение, настоящим добровольно принимаю на себя следующие обязательства:</w:t>
      </w:r>
    </w:p>
    <w:p w:rsidR="00F62E27" w:rsidRPr="00916B6B" w:rsidRDefault="00F62E27" w:rsidP="00916B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6B6B">
        <w:rPr>
          <w:rFonts w:ascii="Times New Roman" w:hAnsi="Times New Roman" w:cs="Times New Roman"/>
          <w:sz w:val="28"/>
          <w:szCs w:val="28"/>
        </w:rPr>
        <w:t>1.</w:t>
      </w:r>
      <w:r w:rsidRPr="00916B6B">
        <w:rPr>
          <w:rFonts w:ascii="Times New Roman" w:hAnsi="Times New Roman" w:cs="Times New Roman"/>
          <w:sz w:val="28"/>
          <w:szCs w:val="28"/>
        </w:rPr>
        <w:tab/>
        <w:t>Не разглашать и не передавать третьим лицам информацию, которая станет мне известной в ходе работы комиссии.</w:t>
      </w:r>
    </w:p>
    <w:p w:rsidR="00F62E27" w:rsidRPr="00916B6B" w:rsidRDefault="00F62E27" w:rsidP="00916B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6B6B">
        <w:rPr>
          <w:rFonts w:ascii="Times New Roman" w:hAnsi="Times New Roman" w:cs="Times New Roman"/>
          <w:sz w:val="28"/>
          <w:szCs w:val="28"/>
        </w:rPr>
        <w:t>2.</w:t>
      </w:r>
      <w:r w:rsidRPr="00916B6B">
        <w:rPr>
          <w:rFonts w:ascii="Times New Roman" w:hAnsi="Times New Roman" w:cs="Times New Roman"/>
          <w:sz w:val="28"/>
          <w:szCs w:val="28"/>
        </w:rPr>
        <w:tab/>
        <w:t>Выполнять        требования        нормативных        правовых        актов, регламентирующих вопросы обращения и защиты информации.</w:t>
      </w:r>
    </w:p>
    <w:p w:rsidR="00F62E27" w:rsidRPr="00916B6B" w:rsidRDefault="00F62E27" w:rsidP="00916B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6B6B">
        <w:rPr>
          <w:rFonts w:ascii="Times New Roman" w:hAnsi="Times New Roman" w:cs="Times New Roman"/>
          <w:sz w:val="28"/>
          <w:szCs w:val="28"/>
        </w:rPr>
        <w:t>3.</w:t>
      </w:r>
      <w:r w:rsidRPr="00916B6B">
        <w:rPr>
          <w:rFonts w:ascii="Times New Roman" w:hAnsi="Times New Roman" w:cs="Times New Roman"/>
          <w:sz w:val="28"/>
          <w:szCs w:val="28"/>
        </w:rPr>
        <w:tab/>
        <w:t>Не использовать информацию с целью получения какой-либо личной выгоды.</w:t>
      </w:r>
    </w:p>
    <w:p w:rsidR="00F62E27" w:rsidRPr="00916B6B" w:rsidRDefault="00F62E27" w:rsidP="00916B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6B6B">
        <w:rPr>
          <w:rFonts w:ascii="Times New Roman" w:hAnsi="Times New Roman" w:cs="Times New Roman"/>
          <w:sz w:val="28"/>
          <w:szCs w:val="28"/>
        </w:rPr>
        <w:t>4.</w:t>
      </w:r>
      <w:r w:rsidRPr="00916B6B">
        <w:rPr>
          <w:rFonts w:ascii="Times New Roman" w:hAnsi="Times New Roman" w:cs="Times New Roman"/>
          <w:sz w:val="28"/>
          <w:szCs w:val="28"/>
        </w:rPr>
        <w:tab/>
        <w:t>После прекращения права на допуск к информации не разглашать и не передавать ее третьим лицам.</w:t>
      </w:r>
    </w:p>
    <w:p w:rsidR="00F62E27" w:rsidRDefault="00F62E27" w:rsidP="00916B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6B6B">
        <w:rPr>
          <w:rFonts w:ascii="Times New Roman" w:hAnsi="Times New Roman" w:cs="Times New Roman"/>
          <w:sz w:val="28"/>
          <w:szCs w:val="28"/>
        </w:rPr>
        <w:t>Я   предупрежден   (предупреждена),   что   в   случае   нарушения   данных обязательств буду привлечен (привлечена) к юридической ответственности.</w:t>
      </w:r>
    </w:p>
    <w:p w:rsidR="00F62E27" w:rsidRDefault="00F62E27" w:rsidP="00916B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2E27" w:rsidRDefault="00F62E27" w:rsidP="00916B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2E27" w:rsidRDefault="00F62E27" w:rsidP="00916B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2E27" w:rsidRDefault="00F62E27" w:rsidP="00916B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2E27" w:rsidRDefault="00F62E27" w:rsidP="00916B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                                                «____»__________ 20___ г.</w:t>
      </w:r>
    </w:p>
    <w:p w:rsidR="00F62E27" w:rsidRPr="00CE585C" w:rsidRDefault="00F62E27" w:rsidP="00916B6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E585C">
        <w:rPr>
          <w:rFonts w:ascii="Times New Roman" w:hAnsi="Times New Roman" w:cs="Times New Roman"/>
        </w:rPr>
        <w:t>(подпись)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(дата)</w:t>
      </w:r>
    </w:p>
    <w:sectPr w:rsidR="00F62E27" w:rsidRPr="00CE585C" w:rsidSect="00502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9A14E7"/>
    <w:multiLevelType w:val="multilevel"/>
    <w:tmpl w:val="815E96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  <w:b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5FF5"/>
    <w:rsid w:val="00001461"/>
    <w:rsid w:val="000029C9"/>
    <w:rsid w:val="00006D2D"/>
    <w:rsid w:val="00025ED8"/>
    <w:rsid w:val="00034D1C"/>
    <w:rsid w:val="00037A35"/>
    <w:rsid w:val="0004222A"/>
    <w:rsid w:val="00050F48"/>
    <w:rsid w:val="00054143"/>
    <w:rsid w:val="00062C00"/>
    <w:rsid w:val="00062FB6"/>
    <w:rsid w:val="0006587A"/>
    <w:rsid w:val="00070A21"/>
    <w:rsid w:val="00070DBD"/>
    <w:rsid w:val="00071D0E"/>
    <w:rsid w:val="0008051C"/>
    <w:rsid w:val="000829A3"/>
    <w:rsid w:val="00090F70"/>
    <w:rsid w:val="00091FBB"/>
    <w:rsid w:val="00092F7C"/>
    <w:rsid w:val="00097123"/>
    <w:rsid w:val="000B03F7"/>
    <w:rsid w:val="000B3105"/>
    <w:rsid w:val="000B6721"/>
    <w:rsid w:val="000B7668"/>
    <w:rsid w:val="000C489F"/>
    <w:rsid w:val="000D0268"/>
    <w:rsid w:val="000D1F8F"/>
    <w:rsid w:val="000D3F8A"/>
    <w:rsid w:val="000D4571"/>
    <w:rsid w:val="000E500F"/>
    <w:rsid w:val="000F51AD"/>
    <w:rsid w:val="000F651C"/>
    <w:rsid w:val="000F7A5E"/>
    <w:rsid w:val="001031AD"/>
    <w:rsid w:val="00115482"/>
    <w:rsid w:val="0011707F"/>
    <w:rsid w:val="00125FB2"/>
    <w:rsid w:val="00132828"/>
    <w:rsid w:val="001347D5"/>
    <w:rsid w:val="0014665F"/>
    <w:rsid w:val="001577C3"/>
    <w:rsid w:val="00170752"/>
    <w:rsid w:val="00172644"/>
    <w:rsid w:val="00172D4A"/>
    <w:rsid w:val="00174234"/>
    <w:rsid w:val="00176F68"/>
    <w:rsid w:val="001874CF"/>
    <w:rsid w:val="001A118B"/>
    <w:rsid w:val="001A1263"/>
    <w:rsid w:val="001A24B5"/>
    <w:rsid w:val="001A3CBE"/>
    <w:rsid w:val="001A3D83"/>
    <w:rsid w:val="001A5388"/>
    <w:rsid w:val="001A607B"/>
    <w:rsid w:val="001A763F"/>
    <w:rsid w:val="001B3FED"/>
    <w:rsid w:val="001C08E5"/>
    <w:rsid w:val="001C0A17"/>
    <w:rsid w:val="001C5E25"/>
    <w:rsid w:val="001C679C"/>
    <w:rsid w:val="001D7DCE"/>
    <w:rsid w:val="001E25B6"/>
    <w:rsid w:val="001F0A40"/>
    <w:rsid w:val="002011BC"/>
    <w:rsid w:val="002163F0"/>
    <w:rsid w:val="00220C29"/>
    <w:rsid w:val="00221D74"/>
    <w:rsid w:val="00225063"/>
    <w:rsid w:val="002271F4"/>
    <w:rsid w:val="002307B3"/>
    <w:rsid w:val="00230924"/>
    <w:rsid w:val="00236690"/>
    <w:rsid w:val="002400DC"/>
    <w:rsid w:val="0024769A"/>
    <w:rsid w:val="00262C7A"/>
    <w:rsid w:val="002670D7"/>
    <w:rsid w:val="00275B98"/>
    <w:rsid w:val="00280A8D"/>
    <w:rsid w:val="002904E1"/>
    <w:rsid w:val="00291BBB"/>
    <w:rsid w:val="00292713"/>
    <w:rsid w:val="002B09D5"/>
    <w:rsid w:val="002B191F"/>
    <w:rsid w:val="002B3616"/>
    <w:rsid w:val="002C39A7"/>
    <w:rsid w:val="002C4A3C"/>
    <w:rsid w:val="002E38E7"/>
    <w:rsid w:val="002E4203"/>
    <w:rsid w:val="002F5542"/>
    <w:rsid w:val="003106C9"/>
    <w:rsid w:val="00311608"/>
    <w:rsid w:val="003118D5"/>
    <w:rsid w:val="00311F54"/>
    <w:rsid w:val="00312041"/>
    <w:rsid w:val="00312F35"/>
    <w:rsid w:val="00315CF6"/>
    <w:rsid w:val="00323C9F"/>
    <w:rsid w:val="00331ACA"/>
    <w:rsid w:val="003349D5"/>
    <w:rsid w:val="003533B1"/>
    <w:rsid w:val="00361AC8"/>
    <w:rsid w:val="00362683"/>
    <w:rsid w:val="00362AC0"/>
    <w:rsid w:val="00363E61"/>
    <w:rsid w:val="00371E28"/>
    <w:rsid w:val="00372D32"/>
    <w:rsid w:val="00382000"/>
    <w:rsid w:val="003914D9"/>
    <w:rsid w:val="003938D0"/>
    <w:rsid w:val="00395E59"/>
    <w:rsid w:val="003A36B8"/>
    <w:rsid w:val="003A3F88"/>
    <w:rsid w:val="003B6784"/>
    <w:rsid w:val="003B6828"/>
    <w:rsid w:val="003C0394"/>
    <w:rsid w:val="003C7E99"/>
    <w:rsid w:val="003D18CE"/>
    <w:rsid w:val="003D77FC"/>
    <w:rsid w:val="003E088F"/>
    <w:rsid w:val="003F7955"/>
    <w:rsid w:val="00402144"/>
    <w:rsid w:val="00402BB4"/>
    <w:rsid w:val="00420567"/>
    <w:rsid w:val="00424A96"/>
    <w:rsid w:val="00427639"/>
    <w:rsid w:val="00440F9F"/>
    <w:rsid w:val="00441FDA"/>
    <w:rsid w:val="0044315E"/>
    <w:rsid w:val="00450AFD"/>
    <w:rsid w:val="00453488"/>
    <w:rsid w:val="00454F4B"/>
    <w:rsid w:val="00457D36"/>
    <w:rsid w:val="00462E1D"/>
    <w:rsid w:val="0047243E"/>
    <w:rsid w:val="00474A2E"/>
    <w:rsid w:val="00481A55"/>
    <w:rsid w:val="00486C9C"/>
    <w:rsid w:val="00491256"/>
    <w:rsid w:val="00496A43"/>
    <w:rsid w:val="004A29A1"/>
    <w:rsid w:val="004A7431"/>
    <w:rsid w:val="004B3976"/>
    <w:rsid w:val="004B4325"/>
    <w:rsid w:val="004D0F6C"/>
    <w:rsid w:val="004D3D58"/>
    <w:rsid w:val="004D62A1"/>
    <w:rsid w:val="004E2EF3"/>
    <w:rsid w:val="004F2A8E"/>
    <w:rsid w:val="004F4274"/>
    <w:rsid w:val="004F6149"/>
    <w:rsid w:val="00502E64"/>
    <w:rsid w:val="00505CBF"/>
    <w:rsid w:val="005117A3"/>
    <w:rsid w:val="0053229B"/>
    <w:rsid w:val="0053461D"/>
    <w:rsid w:val="0053525D"/>
    <w:rsid w:val="00540353"/>
    <w:rsid w:val="00541352"/>
    <w:rsid w:val="00572F52"/>
    <w:rsid w:val="005909FD"/>
    <w:rsid w:val="005930E2"/>
    <w:rsid w:val="005A0982"/>
    <w:rsid w:val="005B03E7"/>
    <w:rsid w:val="005B0A01"/>
    <w:rsid w:val="005C20E9"/>
    <w:rsid w:val="005C23A2"/>
    <w:rsid w:val="005C5B3B"/>
    <w:rsid w:val="005D224A"/>
    <w:rsid w:val="005E0A66"/>
    <w:rsid w:val="005E3258"/>
    <w:rsid w:val="005F29D8"/>
    <w:rsid w:val="005F5B34"/>
    <w:rsid w:val="005F6E49"/>
    <w:rsid w:val="00602C2B"/>
    <w:rsid w:val="0060733C"/>
    <w:rsid w:val="006179B4"/>
    <w:rsid w:val="00631480"/>
    <w:rsid w:val="00633542"/>
    <w:rsid w:val="006364BB"/>
    <w:rsid w:val="0063676F"/>
    <w:rsid w:val="00644679"/>
    <w:rsid w:val="00646389"/>
    <w:rsid w:val="00651DF7"/>
    <w:rsid w:val="00653D45"/>
    <w:rsid w:val="0065598A"/>
    <w:rsid w:val="00655AAB"/>
    <w:rsid w:val="006576C7"/>
    <w:rsid w:val="0065772C"/>
    <w:rsid w:val="00662666"/>
    <w:rsid w:val="006749E5"/>
    <w:rsid w:val="0067577B"/>
    <w:rsid w:val="0067642A"/>
    <w:rsid w:val="00680C6B"/>
    <w:rsid w:val="006825E3"/>
    <w:rsid w:val="006837E2"/>
    <w:rsid w:val="00684503"/>
    <w:rsid w:val="00691F73"/>
    <w:rsid w:val="006A0F93"/>
    <w:rsid w:val="006A6A6A"/>
    <w:rsid w:val="006B0C01"/>
    <w:rsid w:val="006B43BF"/>
    <w:rsid w:val="006B47DF"/>
    <w:rsid w:val="006B50E5"/>
    <w:rsid w:val="006C153B"/>
    <w:rsid w:val="006C7793"/>
    <w:rsid w:val="006D158B"/>
    <w:rsid w:val="006D5D69"/>
    <w:rsid w:val="006E1D1C"/>
    <w:rsid w:val="006F0166"/>
    <w:rsid w:val="006F0CE8"/>
    <w:rsid w:val="006F1A61"/>
    <w:rsid w:val="006F2BFF"/>
    <w:rsid w:val="006F6D39"/>
    <w:rsid w:val="00705A75"/>
    <w:rsid w:val="00710E5B"/>
    <w:rsid w:val="007111B6"/>
    <w:rsid w:val="00715069"/>
    <w:rsid w:val="00720A83"/>
    <w:rsid w:val="00721A06"/>
    <w:rsid w:val="00727ACE"/>
    <w:rsid w:val="0074605A"/>
    <w:rsid w:val="00762AA8"/>
    <w:rsid w:val="0076563C"/>
    <w:rsid w:val="0077465D"/>
    <w:rsid w:val="0078118F"/>
    <w:rsid w:val="007874F5"/>
    <w:rsid w:val="00791211"/>
    <w:rsid w:val="0079492F"/>
    <w:rsid w:val="00795726"/>
    <w:rsid w:val="007A1FD2"/>
    <w:rsid w:val="007A7E14"/>
    <w:rsid w:val="007B220F"/>
    <w:rsid w:val="007B5DB1"/>
    <w:rsid w:val="007D0BDB"/>
    <w:rsid w:val="007D58C9"/>
    <w:rsid w:val="007E5387"/>
    <w:rsid w:val="007E7C55"/>
    <w:rsid w:val="007F61A3"/>
    <w:rsid w:val="007F6BF7"/>
    <w:rsid w:val="007F7BA7"/>
    <w:rsid w:val="00800CCD"/>
    <w:rsid w:val="008019E0"/>
    <w:rsid w:val="00803287"/>
    <w:rsid w:val="00805F4E"/>
    <w:rsid w:val="008073EF"/>
    <w:rsid w:val="0082036D"/>
    <w:rsid w:val="00825CE7"/>
    <w:rsid w:val="00840BAA"/>
    <w:rsid w:val="008427D7"/>
    <w:rsid w:val="00844133"/>
    <w:rsid w:val="008441ED"/>
    <w:rsid w:val="008445D8"/>
    <w:rsid w:val="00844ACA"/>
    <w:rsid w:val="008473C9"/>
    <w:rsid w:val="0085185D"/>
    <w:rsid w:val="0085521C"/>
    <w:rsid w:val="008577E6"/>
    <w:rsid w:val="0086107C"/>
    <w:rsid w:val="00870146"/>
    <w:rsid w:val="0087468E"/>
    <w:rsid w:val="00884D27"/>
    <w:rsid w:val="00887543"/>
    <w:rsid w:val="00892444"/>
    <w:rsid w:val="00892C38"/>
    <w:rsid w:val="008A4548"/>
    <w:rsid w:val="008B1E2E"/>
    <w:rsid w:val="008C66CA"/>
    <w:rsid w:val="008E1A49"/>
    <w:rsid w:val="008E29A4"/>
    <w:rsid w:val="008E4AE0"/>
    <w:rsid w:val="008E6113"/>
    <w:rsid w:val="008E72AF"/>
    <w:rsid w:val="008F5462"/>
    <w:rsid w:val="008F6577"/>
    <w:rsid w:val="008F745F"/>
    <w:rsid w:val="00916B6B"/>
    <w:rsid w:val="00920C75"/>
    <w:rsid w:val="00925410"/>
    <w:rsid w:val="00925667"/>
    <w:rsid w:val="00933234"/>
    <w:rsid w:val="00934F7E"/>
    <w:rsid w:val="009461E5"/>
    <w:rsid w:val="00953723"/>
    <w:rsid w:val="00954DCD"/>
    <w:rsid w:val="00957194"/>
    <w:rsid w:val="00957DBF"/>
    <w:rsid w:val="00957FE1"/>
    <w:rsid w:val="009606AC"/>
    <w:rsid w:val="00961D82"/>
    <w:rsid w:val="00962F8A"/>
    <w:rsid w:val="009634B5"/>
    <w:rsid w:val="00963D8E"/>
    <w:rsid w:val="00973628"/>
    <w:rsid w:val="00975980"/>
    <w:rsid w:val="00980B6F"/>
    <w:rsid w:val="009909DA"/>
    <w:rsid w:val="009914AF"/>
    <w:rsid w:val="00991B76"/>
    <w:rsid w:val="009A184F"/>
    <w:rsid w:val="009A3D44"/>
    <w:rsid w:val="009A7AFB"/>
    <w:rsid w:val="009B040E"/>
    <w:rsid w:val="009B4CD4"/>
    <w:rsid w:val="009D0DA1"/>
    <w:rsid w:val="009E2CE2"/>
    <w:rsid w:val="009E54F8"/>
    <w:rsid w:val="009E578B"/>
    <w:rsid w:val="009F4FB1"/>
    <w:rsid w:val="009F7B29"/>
    <w:rsid w:val="009F7E4C"/>
    <w:rsid w:val="00A01C4D"/>
    <w:rsid w:val="00A152BB"/>
    <w:rsid w:val="00A20438"/>
    <w:rsid w:val="00A22790"/>
    <w:rsid w:val="00A308E7"/>
    <w:rsid w:val="00A43DB1"/>
    <w:rsid w:val="00A4473C"/>
    <w:rsid w:val="00A513CF"/>
    <w:rsid w:val="00A52264"/>
    <w:rsid w:val="00A537ED"/>
    <w:rsid w:val="00A56AC2"/>
    <w:rsid w:val="00A6219D"/>
    <w:rsid w:val="00A62852"/>
    <w:rsid w:val="00A6397E"/>
    <w:rsid w:val="00A66793"/>
    <w:rsid w:val="00A70B50"/>
    <w:rsid w:val="00A711CA"/>
    <w:rsid w:val="00A71C33"/>
    <w:rsid w:val="00A92178"/>
    <w:rsid w:val="00A967A0"/>
    <w:rsid w:val="00A96C92"/>
    <w:rsid w:val="00AB0AAF"/>
    <w:rsid w:val="00AB0B14"/>
    <w:rsid w:val="00AC67C6"/>
    <w:rsid w:val="00AC6B6D"/>
    <w:rsid w:val="00AD4DA0"/>
    <w:rsid w:val="00AF0389"/>
    <w:rsid w:val="00AF1247"/>
    <w:rsid w:val="00AF157A"/>
    <w:rsid w:val="00AF1C41"/>
    <w:rsid w:val="00AF2D39"/>
    <w:rsid w:val="00AF5360"/>
    <w:rsid w:val="00B02A9C"/>
    <w:rsid w:val="00B032E9"/>
    <w:rsid w:val="00B10F9D"/>
    <w:rsid w:val="00B11870"/>
    <w:rsid w:val="00B1349A"/>
    <w:rsid w:val="00B202E1"/>
    <w:rsid w:val="00B20EEE"/>
    <w:rsid w:val="00B21EDF"/>
    <w:rsid w:val="00B3024B"/>
    <w:rsid w:val="00B36D66"/>
    <w:rsid w:val="00B4241F"/>
    <w:rsid w:val="00B42BA7"/>
    <w:rsid w:val="00B6128A"/>
    <w:rsid w:val="00B66267"/>
    <w:rsid w:val="00B756DF"/>
    <w:rsid w:val="00B75C19"/>
    <w:rsid w:val="00B81A84"/>
    <w:rsid w:val="00B851A9"/>
    <w:rsid w:val="00B93523"/>
    <w:rsid w:val="00BA1304"/>
    <w:rsid w:val="00BA5EA3"/>
    <w:rsid w:val="00BA69F7"/>
    <w:rsid w:val="00BB1317"/>
    <w:rsid w:val="00BB1DFD"/>
    <w:rsid w:val="00BB52AD"/>
    <w:rsid w:val="00BC5FF5"/>
    <w:rsid w:val="00BC7590"/>
    <w:rsid w:val="00BC7CD0"/>
    <w:rsid w:val="00BE1F25"/>
    <w:rsid w:val="00BE4421"/>
    <w:rsid w:val="00BE5EE0"/>
    <w:rsid w:val="00BF25B1"/>
    <w:rsid w:val="00BF4379"/>
    <w:rsid w:val="00C01FBC"/>
    <w:rsid w:val="00C04351"/>
    <w:rsid w:val="00C04C68"/>
    <w:rsid w:val="00C17858"/>
    <w:rsid w:val="00C22893"/>
    <w:rsid w:val="00C24A84"/>
    <w:rsid w:val="00C2609C"/>
    <w:rsid w:val="00C3680A"/>
    <w:rsid w:val="00C36DA8"/>
    <w:rsid w:val="00C379D5"/>
    <w:rsid w:val="00C45465"/>
    <w:rsid w:val="00C50AF8"/>
    <w:rsid w:val="00C53427"/>
    <w:rsid w:val="00C57967"/>
    <w:rsid w:val="00C63F10"/>
    <w:rsid w:val="00C64A96"/>
    <w:rsid w:val="00C64CA0"/>
    <w:rsid w:val="00C66C77"/>
    <w:rsid w:val="00C92189"/>
    <w:rsid w:val="00CA4DD5"/>
    <w:rsid w:val="00CB221A"/>
    <w:rsid w:val="00CB2F00"/>
    <w:rsid w:val="00CB3655"/>
    <w:rsid w:val="00CB7F2A"/>
    <w:rsid w:val="00CC1489"/>
    <w:rsid w:val="00CC3C2D"/>
    <w:rsid w:val="00CD04A4"/>
    <w:rsid w:val="00CD054D"/>
    <w:rsid w:val="00CD29F2"/>
    <w:rsid w:val="00CD79D0"/>
    <w:rsid w:val="00CE16FD"/>
    <w:rsid w:val="00CE585C"/>
    <w:rsid w:val="00CF2469"/>
    <w:rsid w:val="00D05412"/>
    <w:rsid w:val="00D05EB9"/>
    <w:rsid w:val="00D07054"/>
    <w:rsid w:val="00D10FA6"/>
    <w:rsid w:val="00D134DF"/>
    <w:rsid w:val="00D148CB"/>
    <w:rsid w:val="00D1671F"/>
    <w:rsid w:val="00D17F3F"/>
    <w:rsid w:val="00D2764B"/>
    <w:rsid w:val="00D32926"/>
    <w:rsid w:val="00D334DF"/>
    <w:rsid w:val="00D51F35"/>
    <w:rsid w:val="00D54EE6"/>
    <w:rsid w:val="00D60D36"/>
    <w:rsid w:val="00D6171F"/>
    <w:rsid w:val="00D71927"/>
    <w:rsid w:val="00D76115"/>
    <w:rsid w:val="00D768EE"/>
    <w:rsid w:val="00D81327"/>
    <w:rsid w:val="00D832EB"/>
    <w:rsid w:val="00D87DAA"/>
    <w:rsid w:val="00D91A66"/>
    <w:rsid w:val="00D94CA5"/>
    <w:rsid w:val="00D971EC"/>
    <w:rsid w:val="00DA13FF"/>
    <w:rsid w:val="00DB4CE2"/>
    <w:rsid w:val="00DC1A1F"/>
    <w:rsid w:val="00DC287E"/>
    <w:rsid w:val="00DE2800"/>
    <w:rsid w:val="00DE629E"/>
    <w:rsid w:val="00DF1629"/>
    <w:rsid w:val="00DF2048"/>
    <w:rsid w:val="00DF304E"/>
    <w:rsid w:val="00DF65CB"/>
    <w:rsid w:val="00E00E60"/>
    <w:rsid w:val="00E0303C"/>
    <w:rsid w:val="00E07A00"/>
    <w:rsid w:val="00E15734"/>
    <w:rsid w:val="00E21E55"/>
    <w:rsid w:val="00E23CD1"/>
    <w:rsid w:val="00E414DB"/>
    <w:rsid w:val="00E468B7"/>
    <w:rsid w:val="00E51A48"/>
    <w:rsid w:val="00E52D33"/>
    <w:rsid w:val="00E624DC"/>
    <w:rsid w:val="00E6404B"/>
    <w:rsid w:val="00E70AC8"/>
    <w:rsid w:val="00E72DAA"/>
    <w:rsid w:val="00E86E4D"/>
    <w:rsid w:val="00E93066"/>
    <w:rsid w:val="00EA20FB"/>
    <w:rsid w:val="00EB32F8"/>
    <w:rsid w:val="00EB464F"/>
    <w:rsid w:val="00EC39E1"/>
    <w:rsid w:val="00EC6695"/>
    <w:rsid w:val="00ED2EAA"/>
    <w:rsid w:val="00EF1B55"/>
    <w:rsid w:val="00EF4328"/>
    <w:rsid w:val="00EF51F8"/>
    <w:rsid w:val="00EF7F55"/>
    <w:rsid w:val="00F153D4"/>
    <w:rsid w:val="00F153ED"/>
    <w:rsid w:val="00F159E6"/>
    <w:rsid w:val="00F219FD"/>
    <w:rsid w:val="00F21E22"/>
    <w:rsid w:val="00F22754"/>
    <w:rsid w:val="00F26B18"/>
    <w:rsid w:val="00F31B2F"/>
    <w:rsid w:val="00F31B48"/>
    <w:rsid w:val="00F33A79"/>
    <w:rsid w:val="00F37386"/>
    <w:rsid w:val="00F42EB3"/>
    <w:rsid w:val="00F44576"/>
    <w:rsid w:val="00F45321"/>
    <w:rsid w:val="00F5423E"/>
    <w:rsid w:val="00F62E27"/>
    <w:rsid w:val="00F740D1"/>
    <w:rsid w:val="00F74E2D"/>
    <w:rsid w:val="00F7741D"/>
    <w:rsid w:val="00F85B0A"/>
    <w:rsid w:val="00F871B8"/>
    <w:rsid w:val="00F87E26"/>
    <w:rsid w:val="00F93806"/>
    <w:rsid w:val="00FA13AB"/>
    <w:rsid w:val="00FB4D5A"/>
    <w:rsid w:val="00FD000E"/>
    <w:rsid w:val="00FD1009"/>
    <w:rsid w:val="00FD572C"/>
    <w:rsid w:val="00FD7148"/>
    <w:rsid w:val="00FE5DC8"/>
    <w:rsid w:val="00FF57AE"/>
    <w:rsid w:val="00FF5FEC"/>
    <w:rsid w:val="00FF63B9"/>
    <w:rsid w:val="00FF7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E6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16B6B"/>
    <w:pPr>
      <w:ind w:left="720"/>
    </w:pPr>
  </w:style>
  <w:style w:type="table" w:styleId="TableGrid">
    <w:name w:val="Table Grid"/>
    <w:basedOn w:val="TableNormal"/>
    <w:uiPriority w:val="99"/>
    <w:rsid w:val="00AF038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F87E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D29F2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6</Pages>
  <Words>1754</Words>
  <Characters>9998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</dc:title>
  <dc:subject/>
  <dc:creator>OEM</dc:creator>
  <cp:keywords/>
  <dc:description/>
  <cp:lastModifiedBy>Comp</cp:lastModifiedBy>
  <cp:revision>6</cp:revision>
  <cp:lastPrinted>2016-08-29T13:53:00Z</cp:lastPrinted>
  <dcterms:created xsi:type="dcterms:W3CDTF">2016-07-22T08:55:00Z</dcterms:created>
  <dcterms:modified xsi:type="dcterms:W3CDTF">2016-08-29T13:57:00Z</dcterms:modified>
</cp:coreProperties>
</file>